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EA5" w:rsidRDefault="001D206C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  <w:r>
        <w:rPr>
          <w:rFonts w:ascii="Times New Roman" w:eastAsia="Times New Roman" w:hAnsi="Times New Roman" w:cs="Calibri"/>
          <w:noProof/>
          <w:color w:val="000000" w:themeColor="text1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24355" cy="794334"/>
            <wp:effectExtent l="0" t="0" r="4445" b="635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nk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794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Default="00941EA5" w:rsidP="001A2D69">
      <w:pPr>
        <w:spacing w:after="0" w:line="240" w:lineRule="auto"/>
        <w:rPr>
          <w:rFonts w:ascii="Times New Roman" w:eastAsia="Times New Roman" w:hAnsi="Times New Roman" w:cs="Calibri"/>
          <w:color w:val="000000" w:themeColor="text1"/>
          <w:lang w:eastAsia="de-DE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941EA5" w:rsidRPr="00E25A72" w:rsidRDefault="00941EA5" w:rsidP="001A2D69">
      <w:pPr>
        <w:spacing w:after="0" w:line="240" w:lineRule="auto"/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E25A72" w:rsidRPr="00E25A72" w:rsidRDefault="00E25A72" w:rsidP="00B41571">
      <w:pPr>
        <w:rPr>
          <w:rFonts w:ascii="Times" w:hAnsi="Times"/>
          <w:sz w:val="24"/>
          <w:szCs w:val="24"/>
        </w:rPr>
      </w:pPr>
    </w:p>
    <w:p w:rsidR="00B41571" w:rsidRPr="00E25A72" w:rsidRDefault="00431165" w:rsidP="00E25A72">
      <w:pPr>
        <w:rPr>
          <w:rFonts w:ascii="Times" w:hAnsi="Times"/>
          <w:sz w:val="24"/>
          <w:szCs w:val="24"/>
        </w:rPr>
      </w:pPr>
      <w:hyperlink r:id="rId8" w:history="1"/>
      <w:r w:rsidR="00E25A72" w:rsidRPr="00E25A72">
        <w:rPr>
          <w:rFonts w:ascii="Times" w:hAnsi="Times"/>
          <w:sz w:val="24"/>
          <w:szCs w:val="24"/>
        </w:rPr>
        <w:t xml:space="preserve">Frau </w:t>
      </w:r>
      <w:r w:rsidR="00C97EA7">
        <w:rPr>
          <w:rFonts w:ascii="Times" w:hAnsi="Times"/>
          <w:sz w:val="24"/>
          <w:szCs w:val="24"/>
        </w:rPr>
        <w:t>Annette Sudbrack-</w:t>
      </w:r>
      <w:proofErr w:type="spellStart"/>
      <w:r w:rsidR="00C97EA7">
        <w:rPr>
          <w:rFonts w:ascii="Times" w:hAnsi="Times"/>
          <w:sz w:val="24"/>
          <w:szCs w:val="24"/>
        </w:rPr>
        <w:t>Stürtz</w:t>
      </w:r>
      <w:proofErr w:type="spellEnd"/>
      <w:r w:rsidR="000A2599">
        <w:rPr>
          <w:rFonts w:ascii="Times" w:hAnsi="Times"/>
          <w:sz w:val="24"/>
          <w:szCs w:val="24"/>
        </w:rPr>
        <w:br/>
      </w:r>
      <w:r w:rsidR="00C97EA7">
        <w:rPr>
          <w:rFonts w:ascii="Times" w:hAnsi="Times"/>
          <w:sz w:val="24"/>
          <w:szCs w:val="24"/>
        </w:rPr>
        <w:t>Ahlen 40</w:t>
      </w:r>
      <w:r w:rsidR="000A2599">
        <w:rPr>
          <w:rFonts w:ascii="Times" w:hAnsi="Times"/>
          <w:sz w:val="24"/>
          <w:szCs w:val="24"/>
        </w:rPr>
        <w:br/>
        <w:t>51515 Kürten</w:t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r w:rsidR="00E25A72">
        <w:rPr>
          <w:rFonts w:ascii="Times" w:hAnsi="Times"/>
          <w:sz w:val="24"/>
          <w:szCs w:val="24"/>
        </w:rPr>
        <w:tab/>
      </w:r>
      <w:proofErr w:type="spellStart"/>
      <w:r w:rsidR="00E25A72">
        <w:rPr>
          <w:rFonts w:ascii="Times" w:hAnsi="Times"/>
          <w:sz w:val="24"/>
          <w:szCs w:val="24"/>
        </w:rPr>
        <w:t>K</w:t>
      </w:r>
      <w:r w:rsidR="00B41571" w:rsidRPr="00E25A72">
        <w:rPr>
          <w:rFonts w:ascii="Times" w:hAnsi="Times"/>
          <w:sz w:val="24"/>
          <w:szCs w:val="24"/>
        </w:rPr>
        <w:t>ürten</w:t>
      </w:r>
      <w:proofErr w:type="spellEnd"/>
      <w:r w:rsidR="00E25A72">
        <w:rPr>
          <w:rFonts w:ascii="Times" w:hAnsi="Times"/>
          <w:sz w:val="24"/>
          <w:szCs w:val="24"/>
        </w:rPr>
        <w:t>,</w:t>
      </w:r>
      <w:r w:rsidR="00B41571" w:rsidRPr="00E25A72">
        <w:rPr>
          <w:rFonts w:ascii="Times" w:hAnsi="Times"/>
          <w:sz w:val="24"/>
          <w:szCs w:val="24"/>
        </w:rPr>
        <w:t xml:space="preserve"> den </w:t>
      </w:r>
      <w:r w:rsidR="00C97EA7">
        <w:rPr>
          <w:rFonts w:ascii="Times" w:hAnsi="Times"/>
          <w:sz w:val="24"/>
          <w:szCs w:val="24"/>
        </w:rPr>
        <w:t>23</w:t>
      </w:r>
      <w:r w:rsidR="000A2599">
        <w:rPr>
          <w:rFonts w:ascii="Times" w:hAnsi="Times"/>
          <w:sz w:val="24"/>
          <w:szCs w:val="24"/>
        </w:rPr>
        <w:t>.1</w:t>
      </w:r>
      <w:r w:rsidR="00C97EA7">
        <w:rPr>
          <w:rFonts w:ascii="Times" w:hAnsi="Times"/>
          <w:sz w:val="24"/>
          <w:szCs w:val="24"/>
        </w:rPr>
        <w:t>2</w:t>
      </w:r>
      <w:r w:rsidR="00B41571" w:rsidRPr="00E25A72">
        <w:rPr>
          <w:rFonts w:ascii="Times" w:hAnsi="Times"/>
          <w:sz w:val="24"/>
          <w:szCs w:val="24"/>
        </w:rPr>
        <w:t>.202</w:t>
      </w:r>
      <w:r w:rsidR="00C97EA7">
        <w:rPr>
          <w:rFonts w:ascii="Times" w:hAnsi="Times"/>
          <w:sz w:val="24"/>
          <w:szCs w:val="24"/>
        </w:rPr>
        <w:t>3</w:t>
      </w: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</w:p>
    <w:p w:rsidR="00B41571" w:rsidRPr="00E25A72" w:rsidRDefault="00B41571" w:rsidP="00B41571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Sehr geehrte Frau </w:t>
      </w:r>
      <w:r w:rsidR="00C97EA7">
        <w:rPr>
          <w:rFonts w:ascii="Times" w:hAnsi="Times"/>
          <w:sz w:val="24"/>
          <w:szCs w:val="24"/>
        </w:rPr>
        <w:t>Sudbrack-</w:t>
      </w:r>
      <w:proofErr w:type="spellStart"/>
      <w:r w:rsidR="00C97EA7">
        <w:rPr>
          <w:rFonts w:ascii="Times" w:hAnsi="Times"/>
          <w:sz w:val="24"/>
          <w:szCs w:val="24"/>
        </w:rPr>
        <w:t>Stürtz</w:t>
      </w:r>
      <w:proofErr w:type="spellEnd"/>
      <w:r>
        <w:rPr>
          <w:rFonts w:ascii="Times" w:hAnsi="Times"/>
          <w:sz w:val="24"/>
          <w:szCs w:val="24"/>
        </w:rPr>
        <w:t>,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 xml:space="preserve">im Namen des Vorstandes begrüße ich Sie herzlich als Mitglied des Vereins </w:t>
      </w:r>
      <w:proofErr w:type="spellStart"/>
      <w:r>
        <w:rPr>
          <w:rFonts w:ascii="Times" w:hAnsi="Times"/>
          <w:sz w:val="24"/>
          <w:szCs w:val="24"/>
        </w:rPr>
        <w:t>ZinK</w:t>
      </w:r>
      <w:proofErr w:type="spellEnd"/>
      <w:r>
        <w:rPr>
          <w:rFonts w:ascii="Times" w:hAnsi="Times"/>
          <w:sz w:val="24"/>
          <w:szCs w:val="24"/>
        </w:rPr>
        <w:t xml:space="preserve"> e.V.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Ihre Mitgliedsnummer ist 02</w:t>
      </w:r>
      <w:r w:rsidR="00C97EA7">
        <w:rPr>
          <w:rFonts w:ascii="Times" w:hAnsi="Times"/>
          <w:sz w:val="24"/>
          <w:szCs w:val="24"/>
        </w:rPr>
        <w:t>5</w:t>
      </w:r>
      <w:r>
        <w:rPr>
          <w:rFonts w:ascii="Times" w:hAnsi="Times"/>
          <w:sz w:val="24"/>
          <w:szCs w:val="24"/>
        </w:rPr>
        <w:t>.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Beiliegend finden Sie unsere Erklärung zum Datenschutz.</w:t>
      </w:r>
    </w:p>
    <w:p w:rsidR="00B41571" w:rsidRDefault="00E25A72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br/>
      </w:r>
      <w:r w:rsidR="00B41571">
        <w:rPr>
          <w:rFonts w:ascii="Times" w:hAnsi="Times"/>
          <w:sz w:val="24"/>
          <w:szCs w:val="24"/>
        </w:rPr>
        <w:t>Den Mitgliedsbeitrag für das Jahr 202</w:t>
      </w:r>
      <w:r w:rsidR="00C97EA7">
        <w:rPr>
          <w:rFonts w:ascii="Times" w:hAnsi="Times"/>
          <w:sz w:val="24"/>
          <w:szCs w:val="24"/>
        </w:rPr>
        <w:t>3</w:t>
      </w:r>
      <w:r w:rsidR="00B41571">
        <w:rPr>
          <w:rFonts w:ascii="Times" w:hAnsi="Times"/>
          <w:sz w:val="24"/>
          <w:szCs w:val="24"/>
        </w:rPr>
        <w:t xml:space="preserve"> in Höhe von 50,00 Euro erbitten wir auf das </w:t>
      </w:r>
      <w:r w:rsidR="00B41571">
        <w:rPr>
          <w:rFonts w:ascii="Times" w:hAnsi="Times"/>
          <w:sz w:val="24"/>
          <w:szCs w:val="24"/>
        </w:rPr>
        <w:br/>
        <w:t>Vereins-Konto bei der</w:t>
      </w:r>
    </w:p>
    <w:p w:rsidR="00B41571" w:rsidRDefault="00B41571" w:rsidP="00E25A72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Raiffeisenbank Kürten Odenthal,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IBAN DE21 3706 9125 0015 8470 18</w:t>
      </w:r>
      <w:r w:rsidR="00E25A72">
        <w:rPr>
          <w:rFonts w:ascii="Times" w:hAnsi="Times"/>
        </w:rPr>
        <w:br/>
      </w:r>
      <w:r>
        <w:rPr>
          <w:rFonts w:ascii="Times" w:hAnsi="Times"/>
          <w:sz w:val="24"/>
          <w:szCs w:val="24"/>
        </w:rPr>
        <w:t>BIC: GENODED1RKO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>Es steht Ihnen frei, einen höheren Betrag zu überweisen.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sz w:val="24"/>
          <w:szCs w:val="24"/>
        </w:rPr>
        <w:t xml:space="preserve">Wenn Sie eine Spendenquittung wünschen, teilen Sie dies bitte per email </w:t>
      </w:r>
      <w:r w:rsidR="00E25A72">
        <w:rPr>
          <w:rFonts w:ascii="Times" w:hAnsi="Times"/>
          <w:sz w:val="24"/>
          <w:szCs w:val="24"/>
        </w:rPr>
        <w:br/>
        <w:t>(</w:t>
      </w:r>
      <w:hyperlink r:id="rId9" w:history="1">
        <w:r w:rsidR="00C97EA7" w:rsidRPr="00AF7F44">
          <w:rPr>
            <w:rStyle w:val="Hyperlink"/>
            <w:rFonts w:ascii="Times" w:hAnsi="Times"/>
            <w:sz w:val="24"/>
            <w:szCs w:val="24"/>
          </w:rPr>
          <w:t>verwaltung@zinkverein-kuerten.de</w:t>
        </w:r>
      </w:hyperlink>
      <w:r w:rsidR="00E25A72">
        <w:rPr>
          <w:rFonts w:ascii="Times" w:hAnsi="Times"/>
          <w:sz w:val="24"/>
          <w:szCs w:val="24"/>
        </w:rPr>
        <w:t xml:space="preserve">) </w:t>
      </w:r>
      <w:r>
        <w:rPr>
          <w:rFonts w:ascii="Times" w:hAnsi="Times"/>
          <w:sz w:val="24"/>
          <w:szCs w:val="24"/>
        </w:rPr>
        <w:t>mit.</w:t>
      </w:r>
    </w:p>
    <w:p w:rsidR="00B41571" w:rsidRDefault="00B41571" w:rsidP="00B41571">
      <w:pPr>
        <w:rPr>
          <w:rFonts w:ascii="Times" w:hAnsi="Times"/>
        </w:rPr>
      </w:pP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</w:rPr>
        <w:t>Mit freundlichen Grüßen</w:t>
      </w:r>
    </w:p>
    <w:p w:rsidR="00B41571" w:rsidRDefault="00B41571" w:rsidP="00B41571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0288" behindDoc="0" locked="0" layoutInCell="1" allowOverlap="1" wp14:anchorId="1E1C7734" wp14:editId="4515C9ED">
            <wp:simplePos x="0" y="0"/>
            <wp:positionH relativeFrom="column">
              <wp:posOffset>53280</wp:posOffset>
            </wp:positionH>
            <wp:positionV relativeFrom="paragraph">
              <wp:posOffset>137160</wp:posOffset>
            </wp:positionV>
            <wp:extent cx="1833119" cy="789480"/>
            <wp:effectExtent l="0" t="0" r="0" b="0"/>
            <wp:wrapTopAndBottom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3119" cy="78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" w:hAnsi="Times"/>
        </w:rPr>
        <w:t>Christa Küppers</w:t>
      </w:r>
      <w:r w:rsidR="00C97EA7">
        <w:rPr>
          <w:rFonts w:ascii="Times" w:hAnsi="Times"/>
        </w:rPr>
        <w:br/>
        <w:t>1. Vorsitzende</w:t>
      </w:r>
      <w:bookmarkStart w:id="0" w:name="_GoBack"/>
      <w:bookmarkEnd w:id="0"/>
    </w:p>
    <w:p w:rsidR="008C4BC7" w:rsidRDefault="008C4BC7" w:rsidP="00B41571">
      <w:pPr>
        <w:spacing w:after="0" w:line="240" w:lineRule="auto"/>
        <w:rPr>
          <w:rFonts w:ascii="Times New Roman" w:hAnsi="Times New Roman"/>
        </w:rPr>
      </w:pPr>
    </w:p>
    <w:sectPr w:rsidR="008C4BC7" w:rsidSect="008C4BC7">
      <w:footerReference w:type="default" r:id="rId11"/>
      <w:pgSz w:w="11906" w:h="16838"/>
      <w:pgMar w:top="353" w:right="1417" w:bottom="1195" w:left="1417" w:header="70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165" w:rsidRDefault="00431165" w:rsidP="008C4BC7">
      <w:pPr>
        <w:spacing w:after="0" w:line="240" w:lineRule="auto"/>
      </w:pPr>
      <w:r>
        <w:separator/>
      </w:r>
    </w:p>
  </w:endnote>
  <w:endnote w:type="continuationSeparator" w:id="0">
    <w:p w:rsidR="00431165" w:rsidRDefault="00431165" w:rsidP="008C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0000000000000000000"/>
    <w:charset w:val="00"/>
    <w:family w:val="auto"/>
    <w:pitch w:val="variable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BC7" w:rsidRDefault="001D206C" w:rsidP="00C97EA7">
    <w:pPr>
      <w:pStyle w:val="Fuzeile"/>
      <w:jc w:val="center"/>
    </w:pPr>
    <w:proofErr w:type="spellStart"/>
    <w:r>
      <w:t>ZinK</w:t>
    </w:r>
    <w:proofErr w:type="spellEnd"/>
    <w:r w:rsidR="008C4BC7">
      <w:t xml:space="preserve"> e.V.          </w:t>
    </w:r>
    <w:r>
      <w:t xml:space="preserve">       </w:t>
    </w:r>
    <w:r w:rsidR="008C4BC7">
      <w:t xml:space="preserve"> </w:t>
    </w:r>
    <w:r>
      <w:t xml:space="preserve">    </w:t>
    </w:r>
    <w:r w:rsidR="008C4BC7">
      <w:t xml:space="preserve">     </w:t>
    </w:r>
    <w:r w:rsidR="00C97EA7">
      <w:t xml:space="preserve">   </w:t>
    </w:r>
    <w:r w:rsidR="008C4BC7">
      <w:t xml:space="preserve">           </w:t>
    </w:r>
    <w:r w:rsidR="00C97EA7">
      <w:t>Dorfstraße 14</w:t>
    </w:r>
    <w:r w:rsidR="008C4BC7">
      <w:t xml:space="preserve">               </w:t>
    </w:r>
    <w:r>
      <w:t xml:space="preserve">   </w:t>
    </w:r>
    <w:r w:rsidR="008C4BC7">
      <w:t xml:space="preserve">  </w:t>
    </w:r>
    <w:r w:rsidR="00C97EA7">
      <w:t xml:space="preserve">            </w:t>
    </w:r>
    <w:r w:rsidR="008C4BC7">
      <w:t xml:space="preserve">             51515 Kürten</w:t>
    </w:r>
    <w:r w:rsidR="00C97EA7">
      <w:br/>
    </w:r>
    <w:r w:rsidR="00C97EA7">
      <w:rPr>
        <w:sz w:val="20"/>
        <w:szCs w:val="20"/>
      </w:rPr>
      <w:t>eingetragen im Vereinsregister Köln unter VR 18625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165" w:rsidRDefault="00431165" w:rsidP="008C4BC7">
      <w:pPr>
        <w:spacing w:after="0" w:line="240" w:lineRule="auto"/>
      </w:pPr>
      <w:r>
        <w:separator/>
      </w:r>
    </w:p>
  </w:footnote>
  <w:footnote w:type="continuationSeparator" w:id="0">
    <w:p w:rsidR="00431165" w:rsidRDefault="00431165" w:rsidP="008C4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50538"/>
    <w:multiLevelType w:val="hybridMultilevel"/>
    <w:tmpl w:val="B28C1638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70378D"/>
    <w:multiLevelType w:val="hybridMultilevel"/>
    <w:tmpl w:val="B72C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64364"/>
    <w:multiLevelType w:val="hybridMultilevel"/>
    <w:tmpl w:val="723859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46F3C"/>
    <w:multiLevelType w:val="hybridMultilevel"/>
    <w:tmpl w:val="E6C82F2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55"/>
    <w:rsid w:val="000A2599"/>
    <w:rsid w:val="001A2D69"/>
    <w:rsid w:val="001D206C"/>
    <w:rsid w:val="00217C57"/>
    <w:rsid w:val="00241F35"/>
    <w:rsid w:val="00242F3C"/>
    <w:rsid w:val="002D7667"/>
    <w:rsid w:val="00363524"/>
    <w:rsid w:val="003D5E43"/>
    <w:rsid w:val="00431165"/>
    <w:rsid w:val="004A0E42"/>
    <w:rsid w:val="005836B9"/>
    <w:rsid w:val="005B7AD5"/>
    <w:rsid w:val="005C5D70"/>
    <w:rsid w:val="00653E6E"/>
    <w:rsid w:val="00660F70"/>
    <w:rsid w:val="00677AE7"/>
    <w:rsid w:val="006A4455"/>
    <w:rsid w:val="006B7FC2"/>
    <w:rsid w:val="006E4033"/>
    <w:rsid w:val="00720B14"/>
    <w:rsid w:val="00731F44"/>
    <w:rsid w:val="008C4BC7"/>
    <w:rsid w:val="00941EA5"/>
    <w:rsid w:val="009A516D"/>
    <w:rsid w:val="00B41571"/>
    <w:rsid w:val="00BB0759"/>
    <w:rsid w:val="00C9143F"/>
    <w:rsid w:val="00C97EA7"/>
    <w:rsid w:val="00CE6BDE"/>
    <w:rsid w:val="00D95E72"/>
    <w:rsid w:val="00E25A72"/>
    <w:rsid w:val="00E7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D14C"/>
  <w15:chartTrackingRefBased/>
  <w15:docId w15:val="{2361D04E-0DF9-F645-B9EA-38DD72DC4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4BC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8C4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4BC7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E25A7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5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bilstein8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mailto:verwaltung@zinkverein-kuerten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Arbeiten/Zink%20Verein/Logo%20ZinK/Briefvorlage%20Zink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 Zink.dotx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Gemeinde Kürten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2022-07-23T18:04:00Z</dcterms:created>
  <dcterms:modified xsi:type="dcterms:W3CDTF">2023-11-24T13:38:00Z</dcterms:modified>
</cp:coreProperties>
</file>